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75D" w:rsidRPr="001A40E2" w:rsidRDefault="005831F2" w:rsidP="00F6675D">
      <w:pPr>
        <w:spacing w:after="180"/>
        <w:rPr>
          <w:b/>
          <w:sz w:val="44"/>
          <w:szCs w:val="44"/>
        </w:rPr>
      </w:pPr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3917643</wp:posOffset>
            </wp:positionH>
            <wp:positionV relativeFrom="paragraph">
              <wp:posOffset>87367</wp:posOffset>
            </wp:positionV>
            <wp:extent cx="2064934" cy="30861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4934" cy="3086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sz w:val="44"/>
          <w:szCs w:val="44"/>
        </w:rPr>
        <w:t>Pressure can</w:t>
      </w:r>
    </w:p>
    <w:p w:rsidR="00F6675D" w:rsidRDefault="00F6675D" w:rsidP="00F6675D">
      <w:pPr>
        <w:spacing w:after="180"/>
        <w:rPr>
          <w:highlight w:val="yellow"/>
        </w:rPr>
      </w:pPr>
    </w:p>
    <w:p w:rsidR="005831F2" w:rsidRPr="005831F2" w:rsidRDefault="005831F2" w:rsidP="005831F2">
      <w:pPr>
        <w:spacing w:line="276" w:lineRule="auto"/>
      </w:pPr>
      <w:r w:rsidRPr="005831F2">
        <w:rPr>
          <w:lang w:val="en-US"/>
        </w:rPr>
        <w:t>A little bit of water is added to a drinks can and heated.</w:t>
      </w:r>
    </w:p>
    <w:p w:rsidR="005831F2" w:rsidRPr="005831F2" w:rsidRDefault="005831F2" w:rsidP="005831F2">
      <w:pPr>
        <w:spacing w:line="276" w:lineRule="auto"/>
      </w:pPr>
      <w:r w:rsidRPr="005831F2">
        <w:rPr>
          <w:lang w:val="en-US"/>
        </w:rPr>
        <w:t>When the water boils steam comes out of the top of the can.</w:t>
      </w:r>
    </w:p>
    <w:p w:rsidR="005831F2" w:rsidRPr="005831F2" w:rsidRDefault="005831F2" w:rsidP="005831F2">
      <w:pPr>
        <w:spacing w:line="276" w:lineRule="auto"/>
      </w:pPr>
      <w:r w:rsidRPr="005831F2">
        <w:rPr>
          <w:lang w:val="en-US"/>
        </w:rPr>
        <w:t>Particles of air and water leave the can.</w:t>
      </w:r>
    </w:p>
    <w:p w:rsidR="00F6675D" w:rsidRDefault="00F6675D" w:rsidP="00F6675D">
      <w:pPr>
        <w:spacing w:after="180"/>
        <w:jc w:val="center"/>
      </w:pPr>
    </w:p>
    <w:p w:rsidR="00F6675D" w:rsidRPr="005D21F2" w:rsidRDefault="00F6675D" w:rsidP="00F6675D">
      <w:pPr>
        <w:spacing w:after="120"/>
        <w:rPr>
          <w:b/>
          <w:sz w:val="4"/>
          <w:szCs w:val="4"/>
        </w:rPr>
      </w:pPr>
    </w:p>
    <w:p w:rsidR="00F6675D" w:rsidRPr="00E172C6" w:rsidRDefault="00F6675D" w:rsidP="00F6675D">
      <w:pPr>
        <w:spacing w:after="120"/>
        <w:rPr>
          <w:b/>
        </w:rPr>
      </w:pPr>
      <w:r>
        <w:rPr>
          <w:b/>
        </w:rPr>
        <w:t>Predict</w:t>
      </w:r>
    </w:p>
    <w:p w:rsidR="005831F2" w:rsidRPr="005831F2" w:rsidRDefault="005831F2" w:rsidP="005831F2">
      <w:pPr>
        <w:tabs>
          <w:tab w:val="right" w:leader="dot" w:pos="5954"/>
        </w:tabs>
        <w:spacing w:line="276" w:lineRule="auto"/>
      </w:pPr>
      <w:r w:rsidRPr="005831F2">
        <w:rPr>
          <w:lang w:val="en-US"/>
        </w:rPr>
        <w:t>The can is turned upside-down and put into cold water.</w:t>
      </w:r>
    </w:p>
    <w:p w:rsidR="005831F2" w:rsidRPr="005831F2" w:rsidRDefault="005831F2" w:rsidP="005831F2">
      <w:pPr>
        <w:tabs>
          <w:tab w:val="right" w:leader="dot" w:pos="5954"/>
        </w:tabs>
        <w:spacing w:after="120"/>
      </w:pPr>
      <w:r w:rsidRPr="005831F2">
        <w:rPr>
          <w:lang w:val="en-US"/>
        </w:rPr>
        <w:t>What do you think happens?</w:t>
      </w:r>
    </w:p>
    <w:p w:rsidR="00F6675D" w:rsidRDefault="00F6675D" w:rsidP="005831F2">
      <w:pPr>
        <w:tabs>
          <w:tab w:val="right" w:leader="dot" w:pos="5954"/>
        </w:tabs>
        <w:spacing w:after="120"/>
      </w:pPr>
      <w:r>
        <w:tab/>
      </w:r>
    </w:p>
    <w:p w:rsidR="005831F2" w:rsidRDefault="005831F2" w:rsidP="005831F2">
      <w:pPr>
        <w:tabs>
          <w:tab w:val="right" w:leader="dot" w:pos="5954"/>
        </w:tabs>
        <w:spacing w:after="120"/>
      </w:pPr>
      <w:r>
        <w:tab/>
      </w:r>
    </w:p>
    <w:p w:rsidR="00F6675D" w:rsidRDefault="00F6675D" w:rsidP="005831F2">
      <w:pPr>
        <w:tabs>
          <w:tab w:val="right" w:leader="dot" w:pos="5954"/>
        </w:tabs>
        <w:spacing w:after="120"/>
      </w:pPr>
      <w:r>
        <w:tab/>
      </w:r>
    </w:p>
    <w:p w:rsidR="00F6675D" w:rsidRPr="00E172C6" w:rsidRDefault="00F6675D" w:rsidP="00F6675D">
      <w:pPr>
        <w:spacing w:after="120"/>
        <w:rPr>
          <w:b/>
        </w:rPr>
      </w:pPr>
      <w:r>
        <w:rPr>
          <w:b/>
        </w:rPr>
        <w:t>Explain</w:t>
      </w:r>
    </w:p>
    <w:p w:rsidR="00F6675D" w:rsidRDefault="00F6675D" w:rsidP="00F6675D">
      <w:pPr>
        <w:spacing w:after="120"/>
      </w:pPr>
      <w:r w:rsidRPr="005831F2">
        <w:rPr>
          <w:lang w:eastAsia="en-GB"/>
        </w:rPr>
        <w:t>Explain why you think this will happen.</w:t>
      </w:r>
    </w:p>
    <w:p w:rsidR="00F6675D" w:rsidRDefault="00F6675D" w:rsidP="00F6675D">
      <w:pPr>
        <w:tabs>
          <w:tab w:val="right" w:leader="dot" w:pos="7655"/>
        </w:tabs>
        <w:spacing w:after="120"/>
      </w:pPr>
      <w:r>
        <w:tab/>
      </w:r>
    </w:p>
    <w:p w:rsidR="00F6675D" w:rsidRPr="00201AC2" w:rsidRDefault="005831F2" w:rsidP="00F6675D">
      <w:pPr>
        <w:tabs>
          <w:tab w:val="right" w:leader="dot" w:pos="7655"/>
        </w:tabs>
        <w:spacing w:after="120"/>
        <w:rPr>
          <w:szCs w:val="18"/>
        </w:rPr>
      </w:pPr>
      <w:r>
        <w:rPr>
          <w:b/>
          <w:noProof/>
          <w:sz w:val="4"/>
          <w:szCs w:val="4"/>
          <w:lang w:eastAsia="en-GB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3708335</wp:posOffset>
            </wp:positionH>
            <wp:positionV relativeFrom="paragraph">
              <wp:posOffset>180340</wp:posOffset>
            </wp:positionV>
            <wp:extent cx="2047875" cy="1927548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192754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675D">
        <w:tab/>
      </w:r>
    </w:p>
    <w:p w:rsidR="00F6675D" w:rsidRDefault="00F6675D" w:rsidP="00F6675D">
      <w:pPr>
        <w:tabs>
          <w:tab w:val="right" w:leader="dot" w:pos="7655"/>
        </w:tabs>
        <w:spacing w:after="120"/>
      </w:pPr>
      <w:r>
        <w:tab/>
      </w:r>
    </w:p>
    <w:p w:rsidR="00F6675D" w:rsidRPr="008E662A" w:rsidRDefault="00F6675D" w:rsidP="00F6675D">
      <w:pPr>
        <w:tabs>
          <w:tab w:val="right" w:leader="dot" w:pos="7655"/>
        </w:tabs>
        <w:spacing w:after="120"/>
        <w:rPr>
          <w:sz w:val="4"/>
          <w:szCs w:val="4"/>
        </w:rPr>
      </w:pPr>
    </w:p>
    <w:tbl>
      <w:tblPr>
        <w:tblStyle w:val="TableGrid"/>
        <w:tblW w:w="0" w:type="auto"/>
        <w:tblInd w:w="817" w:type="dxa"/>
        <w:tblLook w:val="04A0" w:firstRow="1" w:lastRow="0" w:firstColumn="1" w:lastColumn="0" w:noHBand="0" w:noVBand="1"/>
      </w:tblPr>
      <w:tblGrid>
        <w:gridCol w:w="4552"/>
      </w:tblGrid>
      <w:tr w:rsidR="00F6675D" w:rsidRPr="00563C6F" w:rsidTr="005831F2">
        <w:trPr>
          <w:trHeight w:val="551"/>
        </w:trPr>
        <w:tc>
          <w:tcPr>
            <w:tcW w:w="4552" w:type="dxa"/>
            <w:vAlign w:val="center"/>
          </w:tcPr>
          <w:p w:rsidR="00F6675D" w:rsidRPr="00563C6F" w:rsidRDefault="005831F2" w:rsidP="005831F2">
            <w:pPr>
              <w:tabs>
                <w:tab w:val="right" w:leader="dot" w:pos="7655"/>
              </w:tabs>
              <w:spacing w:before="120" w:after="120"/>
              <w:jc w:val="center"/>
              <w:rPr>
                <w:b/>
              </w:rPr>
            </w:pPr>
            <w:r w:rsidRPr="005831F2">
              <w:rPr>
                <w:b/>
                <w:bCs/>
                <w:lang w:val="en-US"/>
              </w:rPr>
              <w:t>Watch a demonstration of the can being put into cold water.</w:t>
            </w:r>
          </w:p>
        </w:tc>
      </w:tr>
    </w:tbl>
    <w:p w:rsidR="00F6675D" w:rsidRDefault="00F6675D" w:rsidP="00F6675D">
      <w:pPr>
        <w:spacing w:after="120"/>
        <w:rPr>
          <w:b/>
          <w:sz w:val="4"/>
          <w:szCs w:val="4"/>
        </w:rPr>
      </w:pPr>
    </w:p>
    <w:p w:rsidR="00F6675D" w:rsidRPr="00F45BBF" w:rsidRDefault="00F6675D" w:rsidP="00F6675D">
      <w:pPr>
        <w:spacing w:after="120"/>
        <w:rPr>
          <w:b/>
          <w:sz w:val="4"/>
          <w:szCs w:val="4"/>
        </w:rPr>
      </w:pPr>
    </w:p>
    <w:p w:rsidR="005831F2" w:rsidRDefault="005831F2" w:rsidP="00F6675D">
      <w:pPr>
        <w:spacing w:after="120"/>
        <w:rPr>
          <w:b/>
        </w:rPr>
      </w:pPr>
    </w:p>
    <w:p w:rsidR="00F6675D" w:rsidRPr="00E172C6" w:rsidRDefault="00F6675D" w:rsidP="00F6675D">
      <w:pPr>
        <w:spacing w:after="120"/>
        <w:rPr>
          <w:b/>
        </w:rPr>
      </w:pPr>
      <w:r>
        <w:rPr>
          <w:b/>
        </w:rPr>
        <w:t>Observe</w:t>
      </w:r>
    </w:p>
    <w:p w:rsidR="005831F2" w:rsidRPr="005831F2" w:rsidRDefault="005831F2" w:rsidP="005831F2">
      <w:pPr>
        <w:tabs>
          <w:tab w:val="right" w:leader="dot" w:pos="7655"/>
        </w:tabs>
        <w:spacing w:after="120" w:line="276" w:lineRule="auto"/>
        <w:rPr>
          <w:rFonts w:ascii="Calibri" w:eastAsia="Times New Roman" w:hAnsi="Calibri" w:cs="Times New Roman"/>
          <w:lang w:val="en-US" w:eastAsia="en-GB" w:bidi="en-US"/>
        </w:rPr>
      </w:pPr>
      <w:r w:rsidRPr="005831F2">
        <w:rPr>
          <w:rFonts w:ascii="Calibri" w:eastAsia="Times New Roman" w:hAnsi="Calibri" w:cs="Times New Roman"/>
          <w:lang w:val="en-US" w:eastAsia="en-GB" w:bidi="en-US"/>
        </w:rPr>
        <w:t>Describe what you see.</w:t>
      </w:r>
    </w:p>
    <w:p w:rsidR="005831F2" w:rsidRDefault="005831F2" w:rsidP="005831F2">
      <w:pPr>
        <w:tabs>
          <w:tab w:val="right" w:leader="dot" w:pos="7655"/>
        </w:tabs>
        <w:spacing w:after="120"/>
      </w:pPr>
      <w:r>
        <w:tab/>
      </w:r>
    </w:p>
    <w:p w:rsidR="00F6675D" w:rsidRDefault="00F6675D" w:rsidP="00F6675D">
      <w:pPr>
        <w:tabs>
          <w:tab w:val="right" w:leader="dot" w:pos="7655"/>
        </w:tabs>
        <w:spacing w:after="120"/>
      </w:pPr>
      <w:r>
        <w:tab/>
      </w:r>
    </w:p>
    <w:p w:rsidR="005831F2" w:rsidRPr="005831F2" w:rsidRDefault="005831F2" w:rsidP="005831F2">
      <w:pPr>
        <w:tabs>
          <w:tab w:val="right" w:leader="dot" w:pos="7655"/>
        </w:tabs>
        <w:spacing w:after="120"/>
        <w:rPr>
          <w:rFonts w:ascii="Calibri" w:eastAsia="Times New Roman" w:hAnsi="Calibri" w:cs="Times New Roman"/>
          <w:lang w:eastAsia="en-GB" w:bidi="en-US"/>
        </w:rPr>
      </w:pPr>
      <w:r w:rsidRPr="005831F2">
        <w:rPr>
          <w:rFonts w:ascii="Calibri" w:eastAsia="Times New Roman" w:hAnsi="Calibri" w:cs="Times New Roman"/>
          <w:lang w:val="en-US" w:eastAsia="en-GB" w:bidi="en-US"/>
        </w:rPr>
        <w:t>Describe how quickly this happens.</w:t>
      </w:r>
    </w:p>
    <w:p w:rsidR="00F6675D" w:rsidRDefault="00F6675D" w:rsidP="00F6675D">
      <w:pPr>
        <w:tabs>
          <w:tab w:val="right" w:leader="dot" w:pos="7655"/>
        </w:tabs>
        <w:spacing w:after="120"/>
      </w:pPr>
      <w:r>
        <w:tab/>
      </w:r>
    </w:p>
    <w:p w:rsidR="00F6675D" w:rsidRPr="00E172C6" w:rsidRDefault="00F6675D" w:rsidP="00F6675D">
      <w:pPr>
        <w:spacing w:after="120"/>
        <w:rPr>
          <w:b/>
        </w:rPr>
      </w:pPr>
      <w:r>
        <w:rPr>
          <w:b/>
        </w:rPr>
        <w:t>Explain</w:t>
      </w:r>
    </w:p>
    <w:p w:rsidR="00F6675D" w:rsidRPr="005831F2" w:rsidRDefault="00A000F3" w:rsidP="005831F2">
      <w:pPr>
        <w:tabs>
          <w:tab w:val="right" w:leader="dot" w:pos="7655"/>
        </w:tabs>
        <w:spacing w:line="276" w:lineRule="auto"/>
      </w:pPr>
      <w:r w:rsidRPr="005831F2">
        <w:t>Were your prediction and explanation correct?</w:t>
      </w:r>
    </w:p>
    <w:p w:rsidR="00A000F3" w:rsidRPr="00A335BC" w:rsidRDefault="00A000F3" w:rsidP="00F6675D">
      <w:pPr>
        <w:tabs>
          <w:tab w:val="right" w:leader="dot" w:pos="7655"/>
        </w:tabs>
        <w:spacing w:after="120"/>
      </w:pPr>
      <w:r w:rsidRPr="005831F2">
        <w:t>Try to improve your first explanation to explain what happens more clearly.</w:t>
      </w:r>
    </w:p>
    <w:p w:rsidR="00F6675D" w:rsidRDefault="00F6675D" w:rsidP="00F6675D">
      <w:pPr>
        <w:tabs>
          <w:tab w:val="right" w:leader="dot" w:pos="7655"/>
        </w:tabs>
        <w:spacing w:after="120"/>
      </w:pPr>
      <w:r>
        <w:tab/>
      </w:r>
    </w:p>
    <w:p w:rsidR="00F6675D" w:rsidRDefault="00F6675D" w:rsidP="00F6675D">
      <w:pPr>
        <w:tabs>
          <w:tab w:val="right" w:leader="dot" w:pos="7655"/>
        </w:tabs>
        <w:spacing w:after="120"/>
      </w:pPr>
      <w:r>
        <w:tab/>
      </w:r>
    </w:p>
    <w:p w:rsidR="00F6675D" w:rsidRPr="00201AC2" w:rsidRDefault="00F6675D" w:rsidP="00F6675D">
      <w:pPr>
        <w:tabs>
          <w:tab w:val="right" w:leader="dot" w:pos="7655"/>
        </w:tabs>
        <w:spacing w:after="120"/>
        <w:rPr>
          <w:szCs w:val="18"/>
        </w:rPr>
      </w:pPr>
      <w:r>
        <w:tab/>
      </w:r>
    </w:p>
    <w:p w:rsidR="00201AC2" w:rsidRPr="00201AC2" w:rsidRDefault="00201AC2" w:rsidP="006F3279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9"/>
          <w:footerReference w:type="default" r:id="rId10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EB6911" w:rsidRPr="006F3279" w:rsidRDefault="00EB6911" w:rsidP="00EB6911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Physics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Big idea PMA: Matter &gt; Topic PMA2: Floating and sinking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Key concept</w:t>
      </w:r>
      <w:r w:rsidRPr="00CA4B46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PMA2</w:t>
      </w:r>
      <w:r w:rsidRPr="00CA4B46">
        <w:rPr>
          <w:i/>
          <w:sz w:val="18"/>
          <w:szCs w:val="18"/>
        </w:rPr>
        <w:t>.</w:t>
      </w:r>
      <w:r>
        <w:rPr>
          <w:i/>
          <w:sz w:val="18"/>
          <w:szCs w:val="18"/>
        </w:rPr>
        <w:t>2</w:t>
      </w:r>
      <w:r w:rsidRPr="00CA4B46">
        <w:rPr>
          <w:i/>
          <w:sz w:val="18"/>
          <w:szCs w:val="18"/>
        </w:rPr>
        <w:t xml:space="preserve">: </w:t>
      </w:r>
      <w:r>
        <w:rPr>
          <w:i/>
          <w:sz w:val="18"/>
          <w:szCs w:val="18"/>
        </w:rPr>
        <w:t>Pressure in fluids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454AC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B00348" w:rsidP="00B00348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Response </w:t>
            </w:r>
            <w:r w:rsidR="00755E81">
              <w:rPr>
                <w:b/>
                <w:sz w:val="40"/>
                <w:szCs w:val="40"/>
              </w:rPr>
              <w:t>activity</w:t>
            </w:r>
          </w:p>
        </w:tc>
      </w:tr>
      <w:tr w:rsidR="006F3279" w:rsidTr="002454AC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EB6911" w:rsidP="00BC3206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Pressure can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1D0511" w:rsidRPr="001D0511" w:rsidRDefault="001D0511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 w:rsidRPr="001D0511"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EB6911" w:rsidTr="003F16F9">
        <w:trPr>
          <w:trHeight w:val="340"/>
        </w:trPr>
        <w:tc>
          <w:tcPr>
            <w:tcW w:w="2196" w:type="dxa"/>
          </w:tcPr>
          <w:p w:rsidR="00EB6911" w:rsidRDefault="00EB6911" w:rsidP="00EB6911">
            <w:pPr>
              <w:spacing w:before="60" w:after="60"/>
            </w:pPr>
            <w:r>
              <w:t>Learning focus:</w:t>
            </w:r>
          </w:p>
        </w:tc>
        <w:tc>
          <w:tcPr>
            <w:tcW w:w="6820" w:type="dxa"/>
          </w:tcPr>
          <w:p w:rsidR="00EB6911" w:rsidRDefault="00EB6911" w:rsidP="00EB6911">
            <w:pPr>
              <w:spacing w:before="60" w:after="60"/>
            </w:pPr>
            <w:r w:rsidRPr="00820AF5">
              <w:t>Pressure increases with depth in a fluid, so the force exerted by a fluid is larger on the lower surface of an immersed object than on the upper surface. This results in an upward force on the object.</w:t>
            </w:r>
          </w:p>
        </w:tc>
      </w:tr>
      <w:tr w:rsidR="00EB6911" w:rsidTr="003F16F9">
        <w:trPr>
          <w:trHeight w:val="340"/>
        </w:trPr>
        <w:tc>
          <w:tcPr>
            <w:tcW w:w="2196" w:type="dxa"/>
          </w:tcPr>
          <w:p w:rsidR="00EB6911" w:rsidRDefault="00EB6911" w:rsidP="00EB6911">
            <w:pPr>
              <w:spacing w:before="60" w:after="60"/>
            </w:pPr>
            <w:r>
              <w:t>Observable learning outcome:</w:t>
            </w:r>
          </w:p>
        </w:tc>
        <w:tc>
          <w:tcPr>
            <w:tcW w:w="6820" w:type="dxa"/>
          </w:tcPr>
          <w:p w:rsidR="00EB6911" w:rsidRPr="00A50C9C" w:rsidRDefault="00EB6911" w:rsidP="00EB6911">
            <w:pPr>
              <w:spacing w:before="60" w:after="60"/>
              <w:rPr>
                <w:b/>
              </w:rPr>
            </w:pPr>
            <w:r w:rsidRPr="00820AF5">
              <w:t>Explain phenomena that are caused by differences in fluid pressure, on either side of a boundary.</w:t>
            </w:r>
          </w:p>
        </w:tc>
      </w:tr>
      <w:tr w:rsidR="00755E81" w:rsidTr="003F16F9">
        <w:trPr>
          <w:trHeight w:val="340"/>
        </w:trPr>
        <w:tc>
          <w:tcPr>
            <w:tcW w:w="2196" w:type="dxa"/>
          </w:tcPr>
          <w:p w:rsidR="00755E81" w:rsidRDefault="00342102" w:rsidP="00755E81">
            <w:pPr>
              <w:spacing w:before="60" w:after="60"/>
            </w:pPr>
            <w:r>
              <w:t>Activity</w:t>
            </w:r>
            <w:r w:rsidR="00755E81">
              <w:t xml:space="preserve"> type:</w:t>
            </w:r>
          </w:p>
        </w:tc>
        <w:tc>
          <w:tcPr>
            <w:tcW w:w="6820" w:type="dxa"/>
          </w:tcPr>
          <w:p w:rsidR="00755E81" w:rsidRDefault="00BC3206" w:rsidP="00755E81">
            <w:pPr>
              <w:spacing w:before="60" w:after="60"/>
            </w:pPr>
            <w:r>
              <w:t>Predict, explain; observe, explain (PEOE)</w:t>
            </w:r>
          </w:p>
        </w:tc>
      </w:tr>
      <w:tr w:rsidR="00755E81" w:rsidTr="003F16F9">
        <w:trPr>
          <w:trHeight w:val="340"/>
        </w:trPr>
        <w:tc>
          <w:tcPr>
            <w:tcW w:w="2196" w:type="dxa"/>
          </w:tcPr>
          <w:p w:rsidR="00755E81" w:rsidRDefault="00755E81" w:rsidP="00755E81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:rsidR="00755E81" w:rsidRDefault="00EB6911" w:rsidP="00755E81">
            <w:pPr>
              <w:spacing w:before="60" w:after="60"/>
            </w:pPr>
            <w:r>
              <w:t>Particles, pressure, atmospheric pressure</w:t>
            </w:r>
          </w:p>
        </w:tc>
      </w:tr>
    </w:tbl>
    <w:p w:rsidR="00E172C6" w:rsidRDefault="00E172C6" w:rsidP="00E172C6">
      <w:pPr>
        <w:spacing w:after="180"/>
      </w:pPr>
    </w:p>
    <w:p w:rsidR="00755E81" w:rsidRPr="004056D6" w:rsidRDefault="00755E81" w:rsidP="00755E81">
      <w:pPr>
        <w:spacing w:after="180"/>
        <w:rPr>
          <w:rFonts w:cstheme="minorHAnsi"/>
        </w:rPr>
      </w:pPr>
      <w:r w:rsidRPr="004056D6">
        <w:rPr>
          <w:rFonts w:cstheme="minorHAnsi"/>
          <w:color w:val="222222"/>
          <w:shd w:val="clear" w:color="auto" w:fill="FFFFFF"/>
        </w:rPr>
        <w:t>This activity can help develop students’ understanding by addressing the sticking-points revealed by the following diagnostic question:</w:t>
      </w:r>
    </w:p>
    <w:p w:rsidR="00B00348" w:rsidRPr="00EB6911" w:rsidRDefault="00B00348" w:rsidP="00B00348">
      <w:pPr>
        <w:pStyle w:val="ListParagraph"/>
        <w:numPr>
          <w:ilvl w:val="0"/>
          <w:numId w:val="1"/>
        </w:numPr>
        <w:spacing w:after="180"/>
      </w:pPr>
      <w:r w:rsidRPr="00EB6911">
        <w:t xml:space="preserve">Diagnostic </w:t>
      </w:r>
      <w:r w:rsidR="00E3348F" w:rsidRPr="00EB6911">
        <w:t>question</w:t>
      </w:r>
      <w:r w:rsidRPr="00EB6911">
        <w:t xml:space="preserve">: </w:t>
      </w:r>
      <w:r w:rsidR="00EB6911" w:rsidRPr="00EB6911">
        <w:t>Magic glass</w:t>
      </w:r>
    </w:p>
    <w:p w:rsidR="00C05571" w:rsidRPr="002454AC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What does the research say</w:t>
      </w:r>
      <w:r w:rsidR="00C05571" w:rsidRPr="002454AC">
        <w:rPr>
          <w:b/>
          <w:color w:val="5F497A" w:themeColor="accent4" w:themeShade="BF"/>
          <w:sz w:val="24"/>
        </w:rPr>
        <w:t>?</w:t>
      </w:r>
    </w:p>
    <w:p w:rsidR="006206F4" w:rsidRPr="00D106CB" w:rsidRDefault="006206F4" w:rsidP="006206F4">
      <w:pPr>
        <w:spacing w:after="180"/>
      </w:pPr>
      <w:r w:rsidRPr="00D106CB">
        <w:t xml:space="preserve">Both </w:t>
      </w:r>
      <w:proofErr w:type="spellStart"/>
      <w:r w:rsidRPr="00B71840">
        <w:t>S</w:t>
      </w:r>
      <w:r>
        <w:rPr>
          <w:rFonts w:cstheme="minorHAnsi"/>
        </w:rPr>
        <w:t>é</w:t>
      </w:r>
      <w:r w:rsidRPr="00B71840">
        <w:t>r</w:t>
      </w:r>
      <w:r>
        <w:rPr>
          <w:rFonts w:cstheme="minorHAnsi"/>
        </w:rPr>
        <w:t>é</w:t>
      </w:r>
      <w:proofErr w:type="spellEnd"/>
      <w:r>
        <w:rPr>
          <w:rFonts w:cstheme="minorHAnsi"/>
        </w:rPr>
        <w:t xml:space="preserve">, in her study </w:t>
      </w:r>
      <w:r>
        <w:t xml:space="preserve">(n=600) of what 11- to 13-year-olds thought about gases </w:t>
      </w:r>
      <w:r>
        <w:fldChar w:fldCharType="begin"/>
      </w:r>
      <w:r>
        <w:instrText xml:space="preserve"> ADDIN EN.CITE &lt;EndNote&gt;&lt;Cite&gt;&lt;Author&gt;Sere&lt;/Author&gt;&lt;Year&gt;1986&lt;/Year&gt;&lt;IDText&gt;Childrens&amp;apos; conceptions of the gaseous state, prior to teaching&lt;/IDText&gt;&lt;DisplayText&gt;(Sere, 1986)&lt;/DisplayText&gt;&lt;record&gt;&lt;titles&gt;&lt;title&gt;Childrens&amp;apos; conceptions of the gaseous state, prior to teaching&lt;/title&gt;&lt;secondary-title&gt;European Journal of Science Education&lt;/secondary-title&gt;&lt;/titles&gt;&lt;pages&gt;413-25&lt;/pages&gt;&lt;contributors&gt;&lt;authors&gt;&lt;author&gt;Sere, M&lt;/author&gt;&lt;/authors&gt;&lt;/contributors&gt;&lt;added-date format="utc"&gt;1572618506&lt;/added-date&gt;&lt;ref-type name="Journal Article"&gt;17&lt;/ref-type&gt;&lt;dates&gt;&lt;year&gt;1986&lt;/year&gt;&lt;/dates&gt;&lt;rec-number&gt;175&lt;/rec-number&gt;&lt;last-updated-date format="utc"&gt;1572619042&lt;/last-updated-date&gt;&lt;volume&gt;8&lt;/volume&gt;&lt;/record&gt;&lt;/Cite&gt;&lt;Cite&gt;&lt;Author&gt;Sere&lt;/Author&gt;&lt;Year&gt;1986&lt;/Year&gt;&lt;IDText&gt;Childrens&amp;apos; conceptions of the gaseous state, prior to teaching&lt;/IDText&gt;&lt;record&gt;&lt;titles&gt;&lt;title&gt;Childrens&amp;apos; conceptions of the gaseous state, prior to teaching&lt;/title&gt;&lt;secondary-title&gt;European Journal of Science Education&lt;/secondary-title&gt;&lt;/titles&gt;&lt;pages&gt;413-25&lt;/pages&gt;&lt;contributors&gt;&lt;authors&gt;&lt;author&gt;Sere, M&lt;/author&gt;&lt;/authors&gt;&lt;/contributors&gt;&lt;added-date format="utc"&gt;1572618506&lt;/added-date&gt;&lt;ref-type name="Journal Article"&gt;17&lt;/ref-type&gt;&lt;dates&gt;&lt;year&gt;1986&lt;/year&gt;&lt;/dates&gt;&lt;rec-number&gt;175&lt;/rec-number&gt;&lt;last-updated-date format="utc"&gt;1572619042&lt;/last-updated-date&gt;&lt;volume&gt;8&lt;/volume&gt;&lt;/record&gt;&lt;/Cite&gt;&lt;/EndNote&gt;</w:instrText>
      </w:r>
      <w:r>
        <w:fldChar w:fldCharType="separate"/>
      </w:r>
      <w:r>
        <w:rPr>
          <w:noProof/>
        </w:rPr>
        <w:t>(</w:t>
      </w:r>
      <w:r w:rsidR="003923AD">
        <w:rPr>
          <w:noProof/>
        </w:rPr>
        <w:t xml:space="preserve"> Séré</w:t>
      </w:r>
      <w:r>
        <w:rPr>
          <w:noProof/>
        </w:rPr>
        <w:t>, 1986)</w:t>
      </w:r>
      <w:r>
        <w:fldChar w:fldCharType="end"/>
      </w:r>
      <w:r>
        <w:t xml:space="preserve">, and </w:t>
      </w:r>
      <w:proofErr w:type="spellStart"/>
      <w:r>
        <w:t>Besson</w:t>
      </w:r>
      <w:proofErr w:type="spellEnd"/>
      <w:r>
        <w:t xml:space="preserve">, in his study (n=944) of upper secondary and university students’ conceptions and reasoning about fluids </w:t>
      </w:r>
      <w:r>
        <w:fldChar w:fldCharType="begin"/>
      </w:r>
      <w:r>
        <w:instrText xml:space="preserve"> ADDIN EN.CITE &lt;EndNote&gt;&lt;Cite&gt;&lt;Author&gt;Besson&lt;/Author&gt;&lt;Year&gt;2004&lt;/Year&gt;&lt;IDText&gt;Students&amp;apos; conceptions of fluids&lt;/IDText&gt;&lt;DisplayText&gt;(Besson, 2004)&lt;/DisplayText&gt;&lt;record&gt;&lt;titles&gt;&lt;title&gt;Students&amp;apos; conceptions of fluids&lt;/title&gt;&lt;secondary-title&gt;International Journal of Science Education&lt;/secondary-title&gt;&lt;/titles&gt;&lt;pages&gt;1683-1714&lt;/pages&gt;&lt;contributors&gt;&lt;authors&gt;&lt;author&gt;Besson, U&lt;/author&gt;&lt;/authors&gt;&lt;/contributors&gt;&lt;added-date format="utc"&gt;1572617694&lt;/added-date&gt;&lt;ref-type name="Journal Article"&gt;17&lt;/ref-type&gt;&lt;dates&gt;&lt;year&gt;2004&lt;/year&gt;&lt;/dates&gt;&lt;rec-number&gt;171&lt;/rec-number&gt;&lt;last-updated-date format="utc"&gt;1572618235&lt;/last-updated-date&gt;&lt;volume&gt;26:14&lt;/volume&gt;&lt;/record&gt;&lt;/Cite&gt;&lt;/EndNote&gt;</w:instrText>
      </w:r>
      <w:r>
        <w:fldChar w:fldCharType="separate"/>
      </w:r>
      <w:r>
        <w:rPr>
          <w:noProof/>
        </w:rPr>
        <w:t>(Besson, 2004)</w:t>
      </w:r>
      <w:r>
        <w:fldChar w:fldCharType="end"/>
      </w:r>
      <w:r>
        <w:t>, argue that there is a need for students to systematically reason how the motion of particles cause pressure effects, as a preliminary to the study of pressure, in order to avoid several common misunderstandings.</w:t>
      </w:r>
      <w:r w:rsidR="00A5511A">
        <w:t xml:space="preserve"> </w:t>
      </w:r>
      <w:r>
        <w:t xml:space="preserve"> </w:t>
      </w:r>
    </w:p>
    <w:p w:rsidR="006206F4" w:rsidRDefault="006206F4" w:rsidP="006206F4">
      <w:pPr>
        <w:spacing w:after="180"/>
      </w:pPr>
      <w:r>
        <w:t xml:space="preserve">For students to develop a robust understanding of pressure in fluids, </w:t>
      </w:r>
      <w:r>
        <w:rPr>
          <w:noProof/>
        </w:rPr>
        <w:t>Psillos</w:t>
      </w:r>
      <w:r>
        <w:t xml:space="preserve"> </w:t>
      </w:r>
      <w:r>
        <w:fldChar w:fldCharType="begin"/>
      </w:r>
      <w:r>
        <w:instrText xml:space="preserve"> ADDIN EN.CITE &lt;EndNote&gt;&lt;Cite ExcludeAuth="1"&gt;&lt;Author&gt;Psillos&lt;/Author&gt;&lt;Year&gt;1999&lt;/Year&gt;&lt;IDText&gt;Teaching fluids: intended knowledge and students&amp;apos; actual conceptual evolution&lt;/IDText&gt;&lt;DisplayText&gt;(1999)&lt;/DisplayText&gt;&lt;record&gt;&lt;titles&gt;&lt;title&gt;Teaching fluids: intended knowledge and students&amp;apos; actual conceptual evolution&lt;/title&gt;&lt;secondary-title&gt;International Journal of Science Education&lt;/secondary-title&gt;&lt;/titles&gt;&lt;pages&gt;17-38&lt;/pages&gt;&lt;contributors&gt;&lt;authors&gt;&lt;author&gt;Psillos, D&lt;/author&gt;&lt;/authors&gt;&lt;/contributors&gt;&lt;added-date format="utc"&gt;1572617796&lt;/added-date&gt;&lt;ref-type name="Journal Article"&gt;17&lt;/ref-type&gt;&lt;dates&gt;&lt;year&gt;1999&lt;/year&gt;&lt;/dates&gt;&lt;rec-number&gt;172&lt;/rec-number&gt;&lt;last-updated-date format="utc"&gt;1572618254&lt;/last-updated-date&gt;&lt;volume&gt;21:1&lt;/volume&gt;&lt;/record&gt;&lt;/Cite&gt;&lt;/EndNote&gt;</w:instrText>
      </w:r>
      <w:r>
        <w:fldChar w:fldCharType="separate"/>
      </w:r>
      <w:r>
        <w:rPr>
          <w:noProof/>
        </w:rPr>
        <w:t>(1999)</w:t>
      </w:r>
      <w:r>
        <w:fldChar w:fldCharType="end"/>
      </w:r>
      <w:r>
        <w:t xml:space="preserve"> suggests that they first observe and describe phenomena caused by fluid pressure, before using ideas about</w:t>
      </w:r>
      <w:r w:rsidRPr="004B7823">
        <w:t xml:space="preserve"> </w:t>
      </w:r>
      <w:r>
        <w:t xml:space="preserve">the movement of particles to explain the cause of each one. </w:t>
      </w:r>
    </w:p>
    <w:p w:rsidR="006206F4" w:rsidRDefault="006206F4" w:rsidP="006206F4">
      <w:pPr>
        <w:spacing w:after="180"/>
      </w:pPr>
      <w:r>
        <w:t xml:space="preserve">Students generally understand increases in pressure, such as when a tyre is inflated, and make links between the amount of a gas squashed into a container and its pressure </w:t>
      </w:r>
      <w:r>
        <w:fldChar w:fldCharType="begin"/>
      </w:r>
      <w:r>
        <w:instrText xml:space="preserve"> ADDIN EN.CITE &lt;EndNote&gt;&lt;Cite&gt;&lt;Author&gt;Sere&lt;/Author&gt;&lt;Year&gt;1985&lt;/Year&gt;&lt;IDText&gt;The Gaseous State&lt;/IDText&gt;&lt;DisplayText&gt;(Sere, 1985; Besson, 2004)&lt;/DisplayText&gt;&lt;record&gt;&lt;titles&gt;&lt;title&gt;The Gaseous State&lt;/title&gt;&lt;secondary-title&gt;Childrens&amp;apos; Ideas In Science&lt;/secondary-title&gt;&lt;/titles&gt;&lt;pages&gt;105-123&lt;/pages&gt;&lt;contributors&gt;&lt;authors&gt;&lt;author&gt;Sere, M. G&lt;/author&gt;&lt;/authors&gt;&lt;/contributors&gt;&lt;added-date format="utc"&gt;1572617992&lt;/added-date&gt;&lt;pub-location&gt;Milton Keynes &amp;amp; Philadelphia&lt;/pub-location&gt;&lt;ref-type name="Book Section"&gt;5&lt;/ref-type&gt;&lt;dates&gt;&lt;year&gt;1985&lt;/year&gt;&lt;/dates&gt;&lt;rec-number&gt;173&lt;/rec-number&gt;&lt;publisher&gt;Open University Press&lt;/publisher&gt;&lt;last-updated-date format="utc"&gt;1572618235&lt;/last-updated-date&gt;&lt;contributors&gt;&lt;secondary-authors&gt;&lt;author&gt;Driver, R&lt;/author&gt;&lt;author&gt;Guesne, E&lt;/author&gt;&lt;author&gt;Tiberghien, A&lt;/author&gt;&lt;/secondary-authors&gt;&lt;/contributors&gt;&lt;/record&gt;&lt;/Cite&gt;&lt;Cite&gt;&lt;Author&gt;Besson&lt;/Author&gt;&lt;Year&gt;2004&lt;/Year&gt;&lt;IDText&gt;Students&amp;apos; conceptions of fluids&lt;/IDText&gt;&lt;record&gt;&lt;titles&gt;&lt;title&gt;Students&amp;apos; conceptions of fluids&lt;/title&gt;&lt;secondary-title&gt;International Journal of Science Education&lt;/secondary-title&gt;&lt;/titles&gt;&lt;pages&gt;1683-1714&lt;/pages&gt;&lt;contributors&gt;&lt;authors&gt;&lt;author&gt;Besson, U&lt;/author&gt;&lt;/authors&gt;&lt;/contributors&gt;&lt;added-date format="utc"&gt;1572617694&lt;/added-date&gt;&lt;ref-type name="Journal Article"&gt;17&lt;/ref-type&gt;&lt;dates&gt;&lt;year&gt;2004&lt;/year&gt;&lt;/dates&gt;&lt;rec-number&gt;171&lt;/rec-number&gt;&lt;last-updated-date format="utc"&gt;1572618235&lt;/last-updated-date&gt;&lt;volume&gt;26:14&lt;/volume&gt;&lt;/record&gt;&lt;/Cite&gt;&lt;/EndNote&gt;</w:instrText>
      </w:r>
      <w:r>
        <w:fldChar w:fldCharType="separate"/>
      </w:r>
      <w:r>
        <w:rPr>
          <w:noProof/>
        </w:rPr>
        <w:t>(</w:t>
      </w:r>
      <w:r w:rsidR="003923AD">
        <w:rPr>
          <w:noProof/>
        </w:rPr>
        <w:t xml:space="preserve"> Séré</w:t>
      </w:r>
      <w:r>
        <w:rPr>
          <w:noProof/>
        </w:rPr>
        <w:t>, 1985; Besson, 2004)</w:t>
      </w:r>
      <w:r>
        <w:fldChar w:fldCharType="end"/>
      </w:r>
      <w:r>
        <w:t xml:space="preserve">. Some however, consider that there is a </w:t>
      </w:r>
      <w:r w:rsidRPr="000254CC">
        <w:rPr>
          <w:i/>
        </w:rPr>
        <w:t>normal amount</w:t>
      </w:r>
      <w:r>
        <w:t xml:space="preserve"> of air that if exceeded, causes pressure; and if it is not exceeded, there is </w:t>
      </w:r>
      <w:r w:rsidRPr="00EE58F8">
        <w:rPr>
          <w:i/>
        </w:rPr>
        <w:t>no</w:t>
      </w:r>
      <w:r>
        <w:t xml:space="preserve"> pressure </w:t>
      </w:r>
      <w:r>
        <w:fldChar w:fldCharType="begin"/>
      </w:r>
      <w:r>
        <w:instrText xml:space="preserve"> ADDIN EN.CITE &lt;EndNote&gt;&lt;Cite&gt;&lt;Author&gt;Sere&lt;/Author&gt;&lt;Year&gt;1985&lt;/Year&gt;&lt;IDText&gt;The Gaseous State&lt;/IDText&gt;&lt;DisplayText&gt;(Sere, 1985)&lt;/DisplayText&gt;&lt;record&gt;&lt;titles&gt;&lt;title&gt;The Gaseous State&lt;/title&gt;&lt;secondary-title&gt;Childrens&amp;apos; Ideas In Science&lt;/secondary-title&gt;&lt;/titles&gt;&lt;pages&gt;105-123&lt;/pages&gt;&lt;contributors&gt;&lt;authors&gt;&lt;author&gt;Sere, M. G&lt;/author&gt;&lt;/authors&gt;&lt;/contributors&gt;&lt;added-date format="utc"&gt;1572617992&lt;/added-date&gt;&lt;pub-location&gt;Milton Keynes &amp;amp; Philadelphia&lt;/pub-location&gt;&lt;ref-type name="Book Section"&gt;5&lt;/ref-type&gt;&lt;dates&gt;&lt;year&gt;1985&lt;/year&gt;&lt;/dates&gt;&lt;rec-number&gt;173&lt;/rec-number&gt;&lt;publisher&gt;Open University Press&lt;/publisher&gt;&lt;last-updated-date format="utc"&gt;1572618235&lt;/last-updated-date&gt;&lt;contributors&gt;&lt;secondary-authors&gt;&lt;author&gt;Driver, R&lt;/author&gt;&lt;author&gt;Guesne, E&lt;/author&gt;&lt;author&gt;Tiberghien, A&lt;/author&gt;&lt;/secondary-authors&gt;&lt;/contributors&gt;&lt;/record&gt;&lt;/Cite&gt;&lt;/EndNote&gt;</w:instrText>
      </w:r>
      <w:r>
        <w:fldChar w:fldCharType="separate"/>
      </w:r>
      <w:r>
        <w:rPr>
          <w:noProof/>
        </w:rPr>
        <w:t>(</w:t>
      </w:r>
      <w:r w:rsidR="003923AD">
        <w:rPr>
          <w:noProof/>
        </w:rPr>
        <w:t xml:space="preserve"> Séré</w:t>
      </w:r>
      <w:r>
        <w:rPr>
          <w:noProof/>
        </w:rPr>
        <w:t>, 1985)</w:t>
      </w:r>
      <w:r>
        <w:fldChar w:fldCharType="end"/>
      </w:r>
      <w:r>
        <w:t>. Students find explanations involving reduced pressure or equilibria more challenging. For example, i</w:t>
      </w:r>
      <w:r w:rsidRPr="00B70BED">
        <w:t>n a study</w:t>
      </w:r>
      <w:r w:rsidR="00A5511A">
        <w:t xml:space="preserve"> </w:t>
      </w:r>
      <w:r w:rsidRPr="00B70BED">
        <w:t xml:space="preserve">by </w:t>
      </w:r>
      <w:r w:rsidRPr="00B70BED">
        <w:rPr>
          <w:noProof/>
        </w:rPr>
        <w:t>Engel Clough and Driver</w:t>
      </w:r>
      <w:r w:rsidRPr="00B70BED">
        <w:t xml:space="preserve"> </w:t>
      </w:r>
      <w:r w:rsidRPr="00B70BED">
        <w:fldChar w:fldCharType="begin"/>
      </w:r>
      <w:r w:rsidRPr="00B70BED">
        <w:instrText xml:space="preserve"> ADDIN EN.CITE &lt;EndNote&gt;&lt;Cite ExcludeAuth="1"&gt;&lt;Author&gt;Engel Clough&lt;/Author&gt;&lt;Year&gt;1985&lt;/Year&gt;&lt;IDText&gt;What do children understand about pressure in fluids?&lt;/IDText&gt;&lt;DisplayText&gt;(1985)&lt;/DisplayText&gt;&lt;record&gt;&lt;titles&gt;&lt;title&gt;What do children understand about pressure in fluids?&lt;/title&gt;&lt;secondary-title&gt;Research in Science and Technology Education&lt;/secondary-title&gt;&lt;/titles&gt;&lt;pages&gt;133-134&lt;/pages&gt;&lt;contributors&gt;&lt;authors&gt;&lt;author&gt;Engel Clough, E&lt;/author&gt;&lt;author&gt;Driver, R&lt;/author&gt;&lt;/authors&gt;&lt;/contributors&gt;&lt;added-date format="utc"&gt;1572618393&lt;/added-date&gt;&lt;ref-type name="Journal Article"&gt;17&lt;/ref-type&gt;&lt;dates&gt;&lt;year&gt;1985&lt;/year&gt;&lt;/dates&gt;&lt;rec-number&gt;174&lt;/rec-number&gt;&lt;last-updated-date format="utc"&gt;1572619042&lt;/last-updated-date&gt;&lt;volume&gt;3(2)&lt;/volume&gt;&lt;/record&gt;&lt;/Cite&gt;&lt;/EndNote&gt;</w:instrText>
      </w:r>
      <w:r w:rsidRPr="00B70BED">
        <w:fldChar w:fldCharType="separate"/>
      </w:r>
      <w:r w:rsidRPr="00B70BED">
        <w:rPr>
          <w:noProof/>
        </w:rPr>
        <w:t>(1985)</w:t>
      </w:r>
      <w:r w:rsidRPr="00B70BED">
        <w:fldChar w:fldCharType="end"/>
      </w:r>
      <w:r>
        <w:t>, a</w:t>
      </w:r>
      <w:r w:rsidRPr="00B70BED">
        <w:t>bout half of students aged 11-13</w:t>
      </w:r>
      <w:r>
        <w:t xml:space="preserve"> </w:t>
      </w:r>
      <w:r w:rsidRPr="00B70BED">
        <w:t xml:space="preserve">(n=84) </w:t>
      </w:r>
      <w:r>
        <w:t>described vacuums as actively sucking.</w:t>
      </w:r>
    </w:p>
    <w:p w:rsidR="006206F4" w:rsidRDefault="006206F4" w:rsidP="006206F4">
      <w:pPr>
        <w:spacing w:after="180"/>
      </w:pPr>
      <w:r>
        <w:t xml:space="preserve">Students often think that fluids can only exert a pressure when they are moving, and assume that the pressure is in the direction of motion </w:t>
      </w:r>
      <w:r>
        <w:fldChar w:fldCharType="begin">
          <w:fldData xml:space="preserve">PEVuZE5vdGU+PENpdGU+PEF1dGhvcj5TZXJlPC9BdXRob3I+PFllYXI+MTk4NjwvWWVhcj48SURU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==
</w:fldData>
        </w:fldChar>
      </w:r>
      <w:r w:rsidR="003923AD">
        <w:instrText xml:space="preserve"> ADDIN EN.CITE </w:instrText>
      </w:r>
      <w:r w:rsidR="003923AD">
        <w:fldChar w:fldCharType="begin">
          <w:fldData xml:space="preserve">PEVuZE5vdGU+PENpdGU+PEF1dGhvcj5TZXJlPC9BdXRob3I+PFllYXI+MTk4NjwvWWVhcj48SURU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==
</w:fldData>
        </w:fldChar>
      </w:r>
      <w:r w:rsidR="003923AD">
        <w:instrText xml:space="preserve"> ADDIN EN.CITE.DATA </w:instrText>
      </w:r>
      <w:r w:rsidR="003923AD">
        <w:fldChar w:fldCharType="end"/>
      </w:r>
      <w:r>
        <w:fldChar w:fldCharType="separate"/>
      </w:r>
      <w:r w:rsidR="003923AD">
        <w:rPr>
          <w:noProof/>
        </w:rPr>
        <w:t>( Séré, 1986; Driver et al., 1994)</w:t>
      </w:r>
      <w:r>
        <w:fldChar w:fldCharType="end"/>
      </w:r>
      <w:r>
        <w:t xml:space="preserve">. </w:t>
      </w:r>
    </w:p>
    <w:p w:rsidR="007A748B" w:rsidRPr="002454AC" w:rsidRDefault="007A748B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 xml:space="preserve">Ways to use this </w:t>
      </w:r>
      <w:r w:rsidR="00E3348F">
        <w:rPr>
          <w:b/>
          <w:color w:val="5F497A" w:themeColor="accent4" w:themeShade="BF"/>
          <w:sz w:val="24"/>
        </w:rPr>
        <w:t>activity</w:t>
      </w:r>
    </w:p>
    <w:p w:rsidR="00BC3206" w:rsidRDefault="00BC3206" w:rsidP="00BC3206">
      <w:pPr>
        <w:spacing w:after="180"/>
      </w:pPr>
      <w:r w:rsidRPr="00DA3B6C">
        <w:t xml:space="preserve">Students </w:t>
      </w:r>
      <w:r>
        <w:t>should complete this activity in pairs or small groups, and the focus should be on the discussions.</w:t>
      </w:r>
      <w:r w:rsidR="00EB6911">
        <w:t xml:space="preserve"> </w:t>
      </w:r>
      <w:r>
        <w:t>It is through the discussions that students can check their understanding and rehearse their explanations.</w:t>
      </w:r>
    </w:p>
    <w:p w:rsidR="00BC3206" w:rsidRDefault="00BC3206" w:rsidP="00BC3206">
      <w:pPr>
        <w:spacing w:after="180"/>
      </w:pPr>
      <w:r>
        <w:lastRenderedPageBreak/>
        <w:t xml:space="preserve">To begin, each group should discuss the activity and use their scientific understanding, firstly to predict </w:t>
      </w:r>
      <w:r w:rsidRPr="00E1670C">
        <w:rPr>
          <w:i/>
        </w:rPr>
        <w:t>what</w:t>
      </w:r>
      <w:r w:rsidRPr="00137023">
        <w:t xml:space="preserve"> </w:t>
      </w:r>
      <w:r>
        <w:t xml:space="preserve">they think will happen, and then to explain </w:t>
      </w:r>
      <w:r w:rsidRPr="00E1670C">
        <w:rPr>
          <w:i/>
        </w:rPr>
        <w:t>why</w:t>
      </w:r>
      <w:r>
        <w:t xml:space="preserve"> they think they are going to be right.</w:t>
      </w:r>
      <w:r w:rsidR="00EB6911">
        <w:t xml:space="preserve"> </w:t>
      </w:r>
      <w:r>
        <w:t>If students in any group cannot agree, you may be able to direct them with some careful questioning.</w:t>
      </w:r>
      <w:r w:rsidR="00EB6911">
        <w:t xml:space="preserve"> </w:t>
      </w:r>
    </w:p>
    <w:p w:rsidR="00BC3206" w:rsidRPr="00506ED7" w:rsidRDefault="00BC3206" w:rsidP="00BC3206">
      <w:pPr>
        <w:spacing w:after="180"/>
        <w:rPr>
          <w:b/>
        </w:rPr>
      </w:pPr>
      <w:r w:rsidRPr="00506ED7">
        <w:rPr>
          <w:b/>
        </w:rPr>
        <w:t>Students now watch a demonstration</w:t>
      </w:r>
      <w:r w:rsidR="00BE108C" w:rsidRPr="00506ED7">
        <w:rPr>
          <w:b/>
        </w:rPr>
        <w:t xml:space="preserve"> of the collapsing can:</w:t>
      </w:r>
    </w:p>
    <w:p w:rsidR="00BE108C" w:rsidRDefault="00BE108C" w:rsidP="00BE108C">
      <w:pPr>
        <w:pStyle w:val="ListParagraph"/>
        <w:numPr>
          <w:ilvl w:val="0"/>
          <w:numId w:val="1"/>
        </w:numPr>
        <w:spacing w:after="180"/>
      </w:pPr>
      <w:r>
        <w:t>Use a Bunsen burner to heat about a 1 cm depth of water in the bottom of a used aluminium drinks can, until there is a lot of steam coming out of the top.</w:t>
      </w:r>
    </w:p>
    <w:p w:rsidR="00BE108C" w:rsidRDefault="00BE108C" w:rsidP="00BE108C">
      <w:pPr>
        <w:pStyle w:val="ListParagraph"/>
        <w:numPr>
          <w:ilvl w:val="0"/>
          <w:numId w:val="1"/>
        </w:numPr>
        <w:spacing w:after="180"/>
      </w:pPr>
      <w:r>
        <w:t>Place a safety screen in front of the demonstration and wear protective eyewear.</w:t>
      </w:r>
    </w:p>
    <w:p w:rsidR="00BE108C" w:rsidRDefault="00BE108C" w:rsidP="00BE108C">
      <w:pPr>
        <w:pStyle w:val="ListParagraph"/>
        <w:numPr>
          <w:ilvl w:val="0"/>
          <w:numId w:val="1"/>
        </w:numPr>
        <w:spacing w:after="180"/>
      </w:pPr>
      <w:r>
        <w:t>Turn off the heat and place a large bowl of cold water next to the can.</w:t>
      </w:r>
    </w:p>
    <w:p w:rsidR="00BE108C" w:rsidRDefault="00BE108C" w:rsidP="00BE108C">
      <w:pPr>
        <w:pStyle w:val="ListParagraph"/>
        <w:numPr>
          <w:ilvl w:val="0"/>
          <w:numId w:val="1"/>
        </w:numPr>
        <w:spacing w:after="180"/>
      </w:pPr>
      <w:r>
        <w:t>Gently tighten a clamp from a retort-stand onto the can so that it is held securely.</w:t>
      </w:r>
    </w:p>
    <w:p w:rsidR="00BE108C" w:rsidRDefault="00BE108C" w:rsidP="00BE108C">
      <w:pPr>
        <w:pStyle w:val="ListParagraph"/>
        <w:numPr>
          <w:ilvl w:val="0"/>
          <w:numId w:val="1"/>
        </w:numPr>
        <w:spacing w:after="180"/>
      </w:pPr>
      <w:r>
        <w:t>Smoothly and reasonably quickly turn the can upside-down and dip it into the cold water so that the opening is sealed by the water.</w:t>
      </w:r>
    </w:p>
    <w:p w:rsidR="00BE108C" w:rsidRDefault="00BE108C" w:rsidP="00BE108C">
      <w:pPr>
        <w:pStyle w:val="ListParagraph"/>
        <w:numPr>
          <w:ilvl w:val="0"/>
          <w:numId w:val="1"/>
        </w:numPr>
        <w:spacing w:after="180"/>
      </w:pPr>
      <w:r>
        <w:t xml:space="preserve">The can </w:t>
      </w:r>
      <w:r w:rsidRPr="00BE108C">
        <w:rPr>
          <w:i/>
        </w:rPr>
        <w:t xml:space="preserve">should </w:t>
      </w:r>
      <w:r>
        <w:t>be crushed immediately by the pressure of the air in the room.</w:t>
      </w:r>
    </w:p>
    <w:p w:rsidR="00BE108C" w:rsidRDefault="00BE108C" w:rsidP="00BE108C">
      <w:pPr>
        <w:pStyle w:val="ListParagraph"/>
        <w:numPr>
          <w:ilvl w:val="0"/>
          <w:numId w:val="1"/>
        </w:numPr>
        <w:spacing w:after="180"/>
      </w:pPr>
      <w:r>
        <w:t xml:space="preserve">A second can could be crushed mechanically, to show just how much force the air exerted on the can – and how much more completely </w:t>
      </w:r>
      <w:r w:rsidR="00D23A67">
        <w:t>the air</w:t>
      </w:r>
      <w:r>
        <w:t xml:space="preserve"> crushed it than is achieved by, for example, stamping on </w:t>
      </w:r>
      <w:r w:rsidR="00D23A67">
        <w:t>it</w:t>
      </w:r>
      <w:r>
        <w:t>.</w:t>
      </w:r>
    </w:p>
    <w:p w:rsidR="00BC3206" w:rsidRDefault="00BC3206" w:rsidP="00BC3206">
      <w:pPr>
        <w:spacing w:after="180"/>
      </w:pPr>
      <w:r>
        <w:t>After the practical each group should be given the opportunity to change, or improve their explanation.</w:t>
      </w:r>
      <w:r w:rsidR="00EB6911">
        <w:t xml:space="preserve"> </w:t>
      </w:r>
      <w:r>
        <w:t>A good way to review your students’ thinking might be through a structured class discussion.</w:t>
      </w:r>
      <w:r w:rsidR="00EB6911">
        <w:t xml:space="preserve"> </w:t>
      </w:r>
      <w:r>
        <w:t xml:space="preserve">You could ask several groups for their </w:t>
      </w:r>
      <w:r>
        <w:rPr>
          <w:i/>
        </w:rPr>
        <w:t>expla</w:t>
      </w:r>
      <w:r w:rsidRPr="00BA242F">
        <w:rPr>
          <w:i/>
        </w:rPr>
        <w:t>n</w:t>
      </w:r>
      <w:r>
        <w:rPr>
          <w:i/>
        </w:rPr>
        <w:t>ations</w:t>
      </w:r>
      <w:r>
        <w:t xml:space="preserve"> and put these on the whiteboard.</w:t>
      </w:r>
      <w:r w:rsidR="00EB6911">
        <w:t xml:space="preserve"> </w:t>
      </w:r>
      <w:r>
        <w:t>Then ask other groups to suggest which explanation is the most accurate and the most clearly expressed, and through careful questioning work up a clear ‘class explanation’.</w:t>
      </w:r>
      <w:r w:rsidR="00EB6911">
        <w:t xml:space="preserve"> </w:t>
      </w:r>
    </w:p>
    <w:p w:rsidR="00BC3206" w:rsidRDefault="00BC3206" w:rsidP="00BC3206">
      <w:pPr>
        <w:spacing w:after="180"/>
      </w:pPr>
      <w:r>
        <w:t>A useful follow up is for individual students to then write down explanations in their own words – without reference to the class explanation on the board (i.e. cover it up).</w:t>
      </w:r>
    </w:p>
    <w:p w:rsidR="00BC3206" w:rsidRPr="00C86659" w:rsidRDefault="00BC3206" w:rsidP="00BC3206">
      <w:pPr>
        <w:spacing w:after="180"/>
        <w:rPr>
          <w:i/>
        </w:rPr>
      </w:pPr>
      <w:r w:rsidRPr="00C86659">
        <w:rPr>
          <w:i/>
        </w:rPr>
        <w:t>Differentiation</w:t>
      </w:r>
    </w:p>
    <w:p w:rsidR="00BC3206" w:rsidRDefault="00BC3206" w:rsidP="00BC3206">
      <w:pPr>
        <w:spacing w:after="180"/>
      </w:pPr>
      <w:r>
        <w:t>The quality of the discussions can be improved with a careful selection of groups; or by allocating specific roles to students in the each group.</w:t>
      </w:r>
      <w:r w:rsidR="00EB6911">
        <w:t xml:space="preserve"> </w:t>
      </w:r>
      <w:r>
        <w:t>For example, you may choose to select a student with strong prior knowledge as a scribe, and forbid them from contributing any of their own answers.</w:t>
      </w:r>
      <w:r w:rsidR="00EB6911">
        <w:t xml:space="preserve"> </w:t>
      </w:r>
      <w:r>
        <w:t>They may question the others and only write down what they have been told.</w:t>
      </w:r>
      <w:r w:rsidR="00EB6911">
        <w:t xml:space="preserve"> </w:t>
      </w:r>
      <w:r>
        <w:t xml:space="preserve">This strategy encourages contributions from more members of each group. </w:t>
      </w:r>
    </w:p>
    <w:p w:rsidR="00BE108C" w:rsidRDefault="001D0511" w:rsidP="001D0511">
      <w:pPr>
        <w:spacing w:after="180"/>
        <w:rPr>
          <w:b/>
          <w:color w:val="76923C" w:themeColor="accent3" w:themeShade="BF"/>
          <w:sz w:val="24"/>
        </w:rPr>
      </w:pPr>
      <w:r>
        <w:rPr>
          <w:b/>
          <w:color w:val="5F497A" w:themeColor="accent4" w:themeShade="BF"/>
          <w:sz w:val="24"/>
        </w:rPr>
        <w:t>Equipment</w:t>
      </w:r>
      <w:r w:rsidR="00755E81">
        <w:rPr>
          <w:b/>
          <w:color w:val="76923C" w:themeColor="accent3" w:themeShade="BF"/>
          <w:sz w:val="24"/>
        </w:rPr>
        <w:t xml:space="preserve"> </w:t>
      </w:r>
    </w:p>
    <w:p w:rsidR="001D0511" w:rsidRDefault="001D0511" w:rsidP="001D0511">
      <w:pPr>
        <w:spacing w:after="180"/>
      </w:pPr>
      <w:r w:rsidRPr="005B1739">
        <w:t xml:space="preserve">For </w:t>
      </w:r>
      <w:r>
        <w:t>the class</w:t>
      </w:r>
      <w:r w:rsidRPr="005B1739">
        <w:t>:</w:t>
      </w:r>
    </w:p>
    <w:p w:rsidR="00BE108C" w:rsidRDefault="00BE108C" w:rsidP="001D0511">
      <w:pPr>
        <w:pStyle w:val="ListParagraph"/>
        <w:numPr>
          <w:ilvl w:val="0"/>
          <w:numId w:val="1"/>
        </w:numPr>
        <w:spacing w:after="180"/>
      </w:pPr>
      <w:r>
        <w:t>Clear safety screen</w:t>
      </w:r>
    </w:p>
    <w:p w:rsidR="001D0511" w:rsidRDefault="00BE108C" w:rsidP="001D0511">
      <w:pPr>
        <w:pStyle w:val="ListParagraph"/>
        <w:numPr>
          <w:ilvl w:val="0"/>
          <w:numId w:val="1"/>
        </w:numPr>
        <w:spacing w:after="180"/>
      </w:pPr>
      <w:r>
        <w:t>Large bowl of cold water</w:t>
      </w:r>
    </w:p>
    <w:p w:rsidR="00BE108C" w:rsidRDefault="00BE108C" w:rsidP="001D0511">
      <w:pPr>
        <w:pStyle w:val="ListParagraph"/>
        <w:numPr>
          <w:ilvl w:val="0"/>
          <w:numId w:val="1"/>
        </w:numPr>
        <w:spacing w:after="180"/>
      </w:pPr>
      <w:r>
        <w:t>Several empty drinks cans (x2 minimum)</w:t>
      </w:r>
    </w:p>
    <w:p w:rsidR="00BE108C" w:rsidRDefault="00BE108C" w:rsidP="001D0511">
      <w:pPr>
        <w:pStyle w:val="ListParagraph"/>
        <w:numPr>
          <w:ilvl w:val="0"/>
          <w:numId w:val="1"/>
        </w:numPr>
        <w:spacing w:after="180"/>
      </w:pPr>
      <w:r>
        <w:t>Clamp from a retort-stand</w:t>
      </w:r>
    </w:p>
    <w:p w:rsidR="00BE108C" w:rsidRPr="000947E2" w:rsidRDefault="00BE108C" w:rsidP="001D0511">
      <w:pPr>
        <w:pStyle w:val="ListParagraph"/>
        <w:numPr>
          <w:ilvl w:val="0"/>
          <w:numId w:val="1"/>
        </w:numPr>
        <w:spacing w:after="180"/>
      </w:pPr>
      <w:r>
        <w:t>Bunsen burner, tripod, gauze, heat-resistant mat</w:t>
      </w:r>
    </w:p>
    <w:p w:rsidR="00B26756" w:rsidRPr="002454AC" w:rsidRDefault="00B26756" w:rsidP="00B26756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Technician notes</w:t>
      </w:r>
    </w:p>
    <w:p w:rsidR="009A58A3" w:rsidRDefault="009A58A3" w:rsidP="00B26756">
      <w:pPr>
        <w:spacing w:after="180"/>
      </w:pPr>
      <w:r>
        <w:t>The clamp from a retort-stand is clamped to the can to avoid it slipping as it is turned over.</w:t>
      </w:r>
      <w:r w:rsidR="00A5511A">
        <w:t xml:space="preserve"> </w:t>
      </w:r>
      <w:r>
        <w:t>The grip from a pair of tongs is much less secure.</w:t>
      </w:r>
    </w:p>
    <w:p w:rsidR="00B26756" w:rsidRPr="002454AC" w:rsidRDefault="00B26756" w:rsidP="00B26756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Health and safety</w:t>
      </w:r>
    </w:p>
    <w:p w:rsidR="009A58A3" w:rsidRDefault="009A58A3" w:rsidP="00B26756">
      <w:pPr>
        <w:spacing w:after="180"/>
      </w:pPr>
      <w:r>
        <w:t>Steam and hot water can burn. The can needs to be inverted and there is a risk of splashing or spilling boiling water.</w:t>
      </w:r>
    </w:p>
    <w:p w:rsidR="002454AC" w:rsidRPr="002454AC" w:rsidRDefault="002454AC" w:rsidP="00B26756">
      <w:pPr>
        <w:spacing w:after="180"/>
      </w:pPr>
      <w:r w:rsidRPr="002454AC">
        <w:t xml:space="preserve">Practical work should be carried out in accordance with local health and safety </w:t>
      </w:r>
      <w:r>
        <w:t>requirements</w:t>
      </w:r>
      <w:r w:rsidRPr="002454AC">
        <w:t>, guidance from manufacturers and sup</w:t>
      </w:r>
      <w:r>
        <w:t>p</w:t>
      </w:r>
      <w:r w:rsidRPr="002454AC">
        <w:t>liers, and guidance available from CLEAPSS</w:t>
      </w:r>
      <w:r>
        <w:t>.</w:t>
      </w:r>
    </w:p>
    <w:p w:rsidR="00E172C6" w:rsidRPr="002454AC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Expected answers</w:t>
      </w:r>
    </w:p>
    <w:p w:rsidR="00B00348" w:rsidRDefault="009A58A3" w:rsidP="00B00348">
      <w:pPr>
        <w:spacing w:after="180"/>
      </w:pPr>
      <w:r>
        <w:t>The can is immediately and completely crushed by the air pressure.</w:t>
      </w:r>
    </w:p>
    <w:p w:rsidR="009A58A3" w:rsidRDefault="009A58A3" w:rsidP="00B00348">
      <w:pPr>
        <w:spacing w:after="180"/>
      </w:pPr>
      <w:r>
        <w:t xml:space="preserve">The steam pushes air out of the can. In contact with the cold water, the steam condenses to leave a vacuum in the can – with very few particles of gas. </w:t>
      </w:r>
    </w:p>
    <w:p w:rsidR="009A58A3" w:rsidRDefault="00133FA2" w:rsidP="00B00348">
      <w:pPr>
        <w:spacing w:after="180"/>
      </w:pPr>
      <w:r>
        <w:t>A</w:t>
      </w:r>
      <w:r w:rsidR="009A58A3">
        <w:t xml:space="preserve">ir particles </w:t>
      </w:r>
      <w:r>
        <w:t>on the outside of</w:t>
      </w:r>
      <w:r w:rsidR="009A58A3">
        <w:t xml:space="preserve"> the can bash into the outside surface. There are no (many fewer) particles bashing onto the inside surface of the can. The particles press so hard on the </w:t>
      </w:r>
      <w:r>
        <w:t xml:space="preserve">outside of the </w:t>
      </w:r>
      <w:r w:rsidR="009A58A3">
        <w:t xml:space="preserve">can that they crush it. </w:t>
      </w:r>
    </w:p>
    <w:p w:rsidR="009A58A3" w:rsidRDefault="009A58A3" w:rsidP="00B00348">
      <w:pPr>
        <w:spacing w:after="180"/>
      </w:pPr>
      <w:r>
        <w:t>The can crushes immediately because the particles in the air are moving about very, very quickly.</w:t>
      </w:r>
    </w:p>
    <w:p w:rsidR="003117F6" w:rsidRPr="002454AC" w:rsidRDefault="00CC78A5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Acknowledgments</w:t>
      </w:r>
      <w:bookmarkStart w:id="0" w:name="_GoBack"/>
      <w:bookmarkEnd w:id="0"/>
    </w:p>
    <w:p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BC3206">
        <w:t>Peter Fairhurst</w:t>
      </w:r>
      <w:r w:rsidR="0015356E">
        <w:t xml:space="preserve"> (UYSEG</w:t>
      </w:r>
      <w:r w:rsidR="0015356E" w:rsidRPr="00BC3206">
        <w:t>)</w:t>
      </w:r>
      <w:r w:rsidR="009A58A3">
        <w:t>.</w:t>
      </w:r>
    </w:p>
    <w:p w:rsidR="00CC78A5" w:rsidRDefault="00D278E8" w:rsidP="00E172C6">
      <w:pPr>
        <w:spacing w:after="180"/>
      </w:pPr>
      <w:r w:rsidRPr="0045323E">
        <w:t xml:space="preserve">Images: </w:t>
      </w:r>
      <w:r w:rsidR="00BC3206">
        <w:t>Peter Fairhurst (UYSEG</w:t>
      </w:r>
      <w:r w:rsidR="00BC3206" w:rsidRPr="00BC3206">
        <w:t>)</w:t>
      </w:r>
      <w:r w:rsidR="009A58A3">
        <w:t>.</w:t>
      </w:r>
    </w:p>
    <w:p w:rsidR="003117F6" w:rsidRDefault="003117F6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References</w:t>
      </w:r>
    </w:p>
    <w:p w:rsidR="003923AD" w:rsidRPr="003923AD" w:rsidRDefault="003923AD" w:rsidP="003923AD">
      <w:pPr>
        <w:pStyle w:val="EndNoteBibliography"/>
        <w:spacing w:after="120"/>
        <w:ind w:left="426" w:hanging="426"/>
      </w:pPr>
      <w:r>
        <w:fldChar w:fldCharType="begin"/>
      </w:r>
      <w:r>
        <w:instrText xml:space="preserve"> ADDIN EN.REFLIST </w:instrText>
      </w:r>
      <w:r>
        <w:fldChar w:fldCharType="separate"/>
      </w:r>
      <w:r w:rsidRPr="003923AD">
        <w:t xml:space="preserve">Besson, U. (2004). Students' conceptions of fluids. </w:t>
      </w:r>
      <w:r w:rsidRPr="003923AD">
        <w:rPr>
          <w:i/>
        </w:rPr>
        <w:t>International Journal of Science Education,</w:t>
      </w:r>
      <w:r w:rsidRPr="003923AD">
        <w:t xml:space="preserve"> 26:14</w:t>
      </w:r>
      <w:r w:rsidRPr="003923AD">
        <w:rPr>
          <w:b/>
        </w:rPr>
        <w:t>,</w:t>
      </w:r>
      <w:r w:rsidRPr="003923AD">
        <w:t xml:space="preserve"> 1683-1714.</w:t>
      </w:r>
    </w:p>
    <w:p w:rsidR="003923AD" w:rsidRPr="003923AD" w:rsidRDefault="003923AD" w:rsidP="003923AD">
      <w:pPr>
        <w:pStyle w:val="EndNoteBibliography"/>
        <w:spacing w:after="120"/>
        <w:ind w:left="426" w:hanging="426"/>
      </w:pPr>
      <w:r w:rsidRPr="003923AD">
        <w:t xml:space="preserve">Driver, R., et al. (1994). </w:t>
      </w:r>
      <w:r w:rsidRPr="003923AD">
        <w:rPr>
          <w:i/>
        </w:rPr>
        <w:t xml:space="preserve">Making Sense of Secondary Science: Research into Children's Ideas, </w:t>
      </w:r>
      <w:r w:rsidRPr="003923AD">
        <w:t>London, UK: Routledge.</w:t>
      </w:r>
    </w:p>
    <w:p w:rsidR="003923AD" w:rsidRPr="003923AD" w:rsidRDefault="003923AD" w:rsidP="003923AD">
      <w:pPr>
        <w:pStyle w:val="EndNoteBibliography"/>
        <w:spacing w:after="120"/>
        <w:ind w:left="426" w:hanging="426"/>
      </w:pPr>
      <w:r w:rsidRPr="003923AD">
        <w:t xml:space="preserve">Engel Clough, E. and Driver, R. (1985). What do children understand about pressure in fluids? </w:t>
      </w:r>
      <w:r w:rsidRPr="003923AD">
        <w:rPr>
          <w:i/>
        </w:rPr>
        <w:t>Research in Science and Technology Education,</w:t>
      </w:r>
      <w:r w:rsidRPr="003923AD">
        <w:t xml:space="preserve"> 3(2)</w:t>
      </w:r>
      <w:r w:rsidRPr="003923AD">
        <w:rPr>
          <w:b/>
        </w:rPr>
        <w:t>,</w:t>
      </w:r>
      <w:r w:rsidRPr="003923AD">
        <w:t xml:space="preserve"> 133-134.</w:t>
      </w:r>
    </w:p>
    <w:p w:rsidR="003923AD" w:rsidRPr="003923AD" w:rsidRDefault="003923AD" w:rsidP="003923AD">
      <w:pPr>
        <w:pStyle w:val="EndNoteBibliography"/>
        <w:spacing w:after="120"/>
        <w:ind w:left="426" w:hanging="426"/>
      </w:pPr>
      <w:r w:rsidRPr="003923AD">
        <w:t xml:space="preserve">Psillos, D. (1999). Teaching fluids: intended knowledge and students' actual conceptual evolution. </w:t>
      </w:r>
      <w:r w:rsidRPr="003923AD">
        <w:rPr>
          <w:i/>
        </w:rPr>
        <w:t>International Journal of Science Education,</w:t>
      </w:r>
      <w:r w:rsidRPr="003923AD">
        <w:t xml:space="preserve"> 21:1</w:t>
      </w:r>
      <w:r w:rsidRPr="003923AD">
        <w:rPr>
          <w:b/>
        </w:rPr>
        <w:t>,</w:t>
      </w:r>
      <w:r w:rsidRPr="003923AD">
        <w:t xml:space="preserve"> 17-38.</w:t>
      </w:r>
    </w:p>
    <w:p w:rsidR="003923AD" w:rsidRPr="003923AD" w:rsidRDefault="003923AD" w:rsidP="003923AD">
      <w:pPr>
        <w:pStyle w:val="EndNoteBibliography"/>
        <w:spacing w:after="120"/>
        <w:ind w:left="426" w:hanging="426"/>
      </w:pPr>
      <w:r>
        <w:t xml:space="preserve"> Séré</w:t>
      </w:r>
      <w:r w:rsidRPr="003923AD">
        <w:t xml:space="preserve">, M. (1986). Childrens' conceptions of the gaseous state, prior to teaching. </w:t>
      </w:r>
      <w:r w:rsidRPr="003923AD">
        <w:rPr>
          <w:i/>
        </w:rPr>
        <w:t>European Journal of Science Education,</w:t>
      </w:r>
      <w:r w:rsidRPr="003923AD">
        <w:t xml:space="preserve"> 8</w:t>
      </w:r>
      <w:r w:rsidRPr="003923AD">
        <w:rPr>
          <w:b/>
        </w:rPr>
        <w:t>,</w:t>
      </w:r>
      <w:r w:rsidRPr="003923AD">
        <w:t xml:space="preserve"> 413-25.</w:t>
      </w:r>
    </w:p>
    <w:p w:rsidR="003923AD" w:rsidRPr="003923AD" w:rsidRDefault="003923AD" w:rsidP="003923AD">
      <w:pPr>
        <w:pStyle w:val="EndNoteBibliography"/>
        <w:spacing w:after="120"/>
        <w:ind w:left="426" w:hanging="426"/>
      </w:pPr>
      <w:r>
        <w:t xml:space="preserve"> Séré</w:t>
      </w:r>
      <w:r w:rsidRPr="003923AD">
        <w:t xml:space="preserve">, M. G. (1985). The Gaseous State. In Driver, R., Guesne, E. &amp; Tiberghien, A. (eds.) </w:t>
      </w:r>
      <w:r w:rsidRPr="003923AD">
        <w:rPr>
          <w:i/>
        </w:rPr>
        <w:t>Childrens' Ideas In Science.</w:t>
      </w:r>
      <w:r w:rsidRPr="003923AD">
        <w:t xml:space="preserve"> Milton Keynes &amp; Philadelphia: Open University Press.</w:t>
      </w:r>
    </w:p>
    <w:p w:rsidR="00B37A2E" w:rsidRPr="00B37A2E" w:rsidRDefault="003923AD" w:rsidP="003923AD">
      <w:pPr>
        <w:spacing w:after="120"/>
        <w:ind w:left="426" w:hanging="426"/>
      </w:pPr>
      <w:r>
        <w:fldChar w:fldCharType="end"/>
      </w:r>
    </w:p>
    <w:sectPr w:rsidR="00B37A2E" w:rsidRPr="00B37A2E" w:rsidSect="00642ECD">
      <w:headerReference w:type="default" r:id="rId11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31F2" w:rsidRDefault="005831F2" w:rsidP="000B473B">
      <w:r>
        <w:separator/>
      </w:r>
    </w:p>
  </w:endnote>
  <w:endnote w:type="continuationSeparator" w:id="0">
    <w:p w:rsidR="005831F2" w:rsidRDefault="005831F2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CE372F" wp14:editId="1B27F0E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EEB19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133FA2">
      <w:rPr>
        <w:noProof/>
      </w:rPr>
      <w:t>4</w:t>
    </w:r>
    <w:r>
      <w:rPr>
        <w:noProof/>
      </w:rPr>
      <w:fldChar w:fldCharType="end"/>
    </w:r>
  </w:p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B37A2E">
      <w:rPr>
        <w:sz w:val="16"/>
        <w:szCs w:val="16"/>
      </w:rPr>
      <w:t>document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F12C3B" w:rsidRPr="00201AC2" w:rsidRDefault="00201AC2" w:rsidP="00201AC2">
    <w:pPr>
      <w:pStyle w:val="Footer"/>
      <w:rPr>
        <w:sz w:val="16"/>
        <w:szCs w:val="16"/>
      </w:rPr>
    </w:pPr>
    <w:r>
      <w:rPr>
        <w:sz w:val="16"/>
        <w:szCs w:val="16"/>
      </w:rPr>
      <w:t>© University of York Science Education Group</w:t>
    </w:r>
    <w:r w:rsidR="00202AEC">
      <w:rPr>
        <w:sz w:val="16"/>
        <w:szCs w:val="16"/>
      </w:rPr>
      <w:t>. Distributed under a Creative Commons Attribution-NonCommercial (CC BY-NC) license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31F2" w:rsidRDefault="005831F2" w:rsidP="000B473B">
      <w:r>
        <w:separator/>
      </w:r>
    </w:p>
  </w:footnote>
  <w:footnote w:type="continuationSeparator" w:id="0">
    <w:p w:rsidR="005831F2" w:rsidRDefault="005831F2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CAD03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58775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6024A"/>
    <w:multiLevelType w:val="hybridMultilevel"/>
    <w:tmpl w:val="02527D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5831F2"/>
    <w:rsid w:val="00015578"/>
    <w:rsid w:val="00024731"/>
    <w:rsid w:val="00026DEC"/>
    <w:rsid w:val="000505CA"/>
    <w:rsid w:val="00072C2E"/>
    <w:rsid w:val="0007651D"/>
    <w:rsid w:val="0009089A"/>
    <w:rsid w:val="000947E2"/>
    <w:rsid w:val="00095E04"/>
    <w:rsid w:val="000B473B"/>
    <w:rsid w:val="000D0E89"/>
    <w:rsid w:val="000E2689"/>
    <w:rsid w:val="00133FA2"/>
    <w:rsid w:val="00142613"/>
    <w:rsid w:val="00144DA7"/>
    <w:rsid w:val="0015356E"/>
    <w:rsid w:val="00161D3F"/>
    <w:rsid w:val="001915D4"/>
    <w:rsid w:val="00194675"/>
    <w:rsid w:val="001A1FED"/>
    <w:rsid w:val="001A40E2"/>
    <w:rsid w:val="001C4805"/>
    <w:rsid w:val="001D0511"/>
    <w:rsid w:val="00201AC2"/>
    <w:rsid w:val="00202AEC"/>
    <w:rsid w:val="00214608"/>
    <w:rsid w:val="002178AC"/>
    <w:rsid w:val="0022547C"/>
    <w:rsid w:val="002454AC"/>
    <w:rsid w:val="0025410A"/>
    <w:rsid w:val="0027553E"/>
    <w:rsid w:val="0028012F"/>
    <w:rsid w:val="002828DF"/>
    <w:rsid w:val="00287876"/>
    <w:rsid w:val="00292C53"/>
    <w:rsid w:val="00294E22"/>
    <w:rsid w:val="002A08F2"/>
    <w:rsid w:val="002C22EA"/>
    <w:rsid w:val="002C59BA"/>
    <w:rsid w:val="002F41B2"/>
    <w:rsid w:val="00301AA9"/>
    <w:rsid w:val="003117F6"/>
    <w:rsid w:val="00342102"/>
    <w:rsid w:val="003533B8"/>
    <w:rsid w:val="003752BE"/>
    <w:rsid w:val="003923AD"/>
    <w:rsid w:val="003A346A"/>
    <w:rsid w:val="003B2917"/>
    <w:rsid w:val="003B541B"/>
    <w:rsid w:val="003E2B2F"/>
    <w:rsid w:val="003E6046"/>
    <w:rsid w:val="003F16F9"/>
    <w:rsid w:val="00430C1F"/>
    <w:rsid w:val="00442595"/>
    <w:rsid w:val="0045323E"/>
    <w:rsid w:val="0048726C"/>
    <w:rsid w:val="004B0EE1"/>
    <w:rsid w:val="004D0D83"/>
    <w:rsid w:val="004E1DF1"/>
    <w:rsid w:val="004E5592"/>
    <w:rsid w:val="0050055B"/>
    <w:rsid w:val="00506ED7"/>
    <w:rsid w:val="00524710"/>
    <w:rsid w:val="00555342"/>
    <w:rsid w:val="005560E2"/>
    <w:rsid w:val="005831F2"/>
    <w:rsid w:val="005A452E"/>
    <w:rsid w:val="005A6EE7"/>
    <w:rsid w:val="005E07F2"/>
    <w:rsid w:val="005F1A7B"/>
    <w:rsid w:val="006206F4"/>
    <w:rsid w:val="006355D8"/>
    <w:rsid w:val="00642ECD"/>
    <w:rsid w:val="006502A0"/>
    <w:rsid w:val="006772F5"/>
    <w:rsid w:val="006A4440"/>
    <w:rsid w:val="006B0615"/>
    <w:rsid w:val="006D166B"/>
    <w:rsid w:val="006F3279"/>
    <w:rsid w:val="00704AEE"/>
    <w:rsid w:val="00722F9A"/>
    <w:rsid w:val="00754539"/>
    <w:rsid w:val="00755E81"/>
    <w:rsid w:val="00781BC6"/>
    <w:rsid w:val="007A3C86"/>
    <w:rsid w:val="007A683E"/>
    <w:rsid w:val="007A748B"/>
    <w:rsid w:val="007C73B8"/>
    <w:rsid w:val="007D1D65"/>
    <w:rsid w:val="007E0A9E"/>
    <w:rsid w:val="007E5309"/>
    <w:rsid w:val="00800DE1"/>
    <w:rsid w:val="00813F47"/>
    <w:rsid w:val="008450D6"/>
    <w:rsid w:val="00856FCA"/>
    <w:rsid w:val="00873B8C"/>
    <w:rsid w:val="00880E3B"/>
    <w:rsid w:val="008A405F"/>
    <w:rsid w:val="008C7F34"/>
    <w:rsid w:val="008E580C"/>
    <w:rsid w:val="0090047A"/>
    <w:rsid w:val="009158ED"/>
    <w:rsid w:val="00925026"/>
    <w:rsid w:val="00931264"/>
    <w:rsid w:val="00942A4B"/>
    <w:rsid w:val="00961D59"/>
    <w:rsid w:val="009A58A3"/>
    <w:rsid w:val="009B2D55"/>
    <w:rsid w:val="009C0343"/>
    <w:rsid w:val="009E0D11"/>
    <w:rsid w:val="00A000F3"/>
    <w:rsid w:val="00A24A16"/>
    <w:rsid w:val="00A37D14"/>
    <w:rsid w:val="00A5511A"/>
    <w:rsid w:val="00A6111E"/>
    <w:rsid w:val="00A6168B"/>
    <w:rsid w:val="00A62028"/>
    <w:rsid w:val="00AA6236"/>
    <w:rsid w:val="00AB6AE7"/>
    <w:rsid w:val="00AD21F5"/>
    <w:rsid w:val="00B00348"/>
    <w:rsid w:val="00B06225"/>
    <w:rsid w:val="00B23B31"/>
    <w:rsid w:val="00B23C7A"/>
    <w:rsid w:val="00B26756"/>
    <w:rsid w:val="00B305F5"/>
    <w:rsid w:val="00B37A2E"/>
    <w:rsid w:val="00B46FF9"/>
    <w:rsid w:val="00B75483"/>
    <w:rsid w:val="00BA7952"/>
    <w:rsid w:val="00BB44B4"/>
    <w:rsid w:val="00BC3206"/>
    <w:rsid w:val="00BE108C"/>
    <w:rsid w:val="00BF0BBF"/>
    <w:rsid w:val="00BF6C8A"/>
    <w:rsid w:val="00C05571"/>
    <w:rsid w:val="00C1190E"/>
    <w:rsid w:val="00C246CE"/>
    <w:rsid w:val="00C57FA2"/>
    <w:rsid w:val="00CC2E4D"/>
    <w:rsid w:val="00CC78A5"/>
    <w:rsid w:val="00CC7B16"/>
    <w:rsid w:val="00CE15FE"/>
    <w:rsid w:val="00D02E15"/>
    <w:rsid w:val="00D14F44"/>
    <w:rsid w:val="00D23A67"/>
    <w:rsid w:val="00D278E8"/>
    <w:rsid w:val="00D421E8"/>
    <w:rsid w:val="00D44604"/>
    <w:rsid w:val="00D479B3"/>
    <w:rsid w:val="00D52283"/>
    <w:rsid w:val="00D524E5"/>
    <w:rsid w:val="00D72FEF"/>
    <w:rsid w:val="00D755FA"/>
    <w:rsid w:val="00DC4A4E"/>
    <w:rsid w:val="00DD1874"/>
    <w:rsid w:val="00DD63BD"/>
    <w:rsid w:val="00DF14E9"/>
    <w:rsid w:val="00E0092B"/>
    <w:rsid w:val="00E172C6"/>
    <w:rsid w:val="00E24309"/>
    <w:rsid w:val="00E3348F"/>
    <w:rsid w:val="00E53D82"/>
    <w:rsid w:val="00E9330A"/>
    <w:rsid w:val="00EB6911"/>
    <w:rsid w:val="00EE6B97"/>
    <w:rsid w:val="00F12C3B"/>
    <w:rsid w:val="00F26884"/>
    <w:rsid w:val="00F6675D"/>
    <w:rsid w:val="00F72ECC"/>
    <w:rsid w:val="00F8355F"/>
    <w:rsid w:val="00FA3196"/>
    <w:rsid w:val="00FE2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4533C46"/>
  <w15:docId w15:val="{5EAA6044-E201-4375-AA41-55B109517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customStyle="1" w:styleId="23widthparagraph">
    <w:name w:val="2/3 width paragraph"/>
    <w:basedOn w:val="Normal"/>
    <w:qFormat/>
    <w:rsid w:val="00F6675D"/>
    <w:pPr>
      <w:spacing w:after="120"/>
      <w:ind w:right="1371"/>
    </w:pPr>
    <w:rPr>
      <w:rFonts w:ascii="Calibri" w:eastAsia="Times New Roman" w:hAnsi="Calibri" w:cs="Times New Roman"/>
      <w:lang w:eastAsia="en-GB" w:bidi="en-US"/>
    </w:rPr>
  </w:style>
  <w:style w:type="paragraph" w:customStyle="1" w:styleId="EndNoteBibliographyTitle">
    <w:name w:val="EndNote Bibliography Title"/>
    <w:basedOn w:val="Normal"/>
    <w:link w:val="EndNoteBibliographyTitleChar"/>
    <w:rsid w:val="003923AD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3923AD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3923AD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3923AD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emplates\Physics%20templates\.template_physics_response_PEO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.template_physics_response_PEOE.dotx</Template>
  <TotalTime>37</TotalTime>
  <Pages>4</Pages>
  <Words>2017</Words>
  <Characters>11502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13493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9</cp:revision>
  <cp:lastPrinted>2017-02-24T16:20:00Z</cp:lastPrinted>
  <dcterms:created xsi:type="dcterms:W3CDTF">2019-11-06T11:13:00Z</dcterms:created>
  <dcterms:modified xsi:type="dcterms:W3CDTF">2019-11-08T14:25:00Z</dcterms:modified>
</cp:coreProperties>
</file>